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5A237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A19C4" wp14:editId="2E0B644C">
                <wp:simplePos x="0" y="0"/>
                <wp:positionH relativeFrom="column">
                  <wp:posOffset>2168525</wp:posOffset>
                </wp:positionH>
                <wp:positionV relativeFrom="paragraph">
                  <wp:posOffset>4737735</wp:posOffset>
                </wp:positionV>
                <wp:extent cx="2635732" cy="359151"/>
                <wp:effectExtent l="0" t="0" r="0" b="317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732" cy="359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softHyphen/>
                            </w: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Text </w:t>
                            </w:r>
                            <w:proofErr w:type="gramStart"/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Here</w:t>
                            </w:r>
                            <w:proofErr w:type="gramEnd"/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______________                                  _____________</w:t>
                            </w: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70.75pt;margin-top:373.05pt;width:207.55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wktwIAALk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" filled="f" stroked="f">
                <v:textbox>
                  <w:txbxContent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softHyphen/>
                      </w: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Text </w:t>
                      </w:r>
                      <w:proofErr w:type="gramStart"/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Here</w:t>
                      </w:r>
                      <w:proofErr w:type="gramEnd"/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i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______________                                  _____________</w:t>
                      </w: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D6F9F" wp14:editId="666FE4E0">
                <wp:simplePos x="0" y="0"/>
                <wp:positionH relativeFrom="column">
                  <wp:posOffset>2159000</wp:posOffset>
                </wp:positionH>
                <wp:positionV relativeFrom="paragraph">
                  <wp:posOffset>3337560</wp:posOffset>
                </wp:positionV>
                <wp:extent cx="2635732" cy="359151"/>
                <wp:effectExtent l="0" t="0" r="0" b="317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732" cy="359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Text Here </w:t>
                            </w: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______________                                  _____________</w:t>
                            </w: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0pt;margin-top:262.8pt;width:207.55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2qquQIAAMA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" filled="f" stroked="f">
                <v:textbox>
                  <w:txbxContent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Text Here </w:t>
                      </w: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i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______________                                  _____________</w:t>
                      </w: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CBFF3" wp14:editId="6DBCA6AA">
                <wp:simplePos x="0" y="0"/>
                <wp:positionH relativeFrom="column">
                  <wp:posOffset>2159000</wp:posOffset>
                </wp:positionH>
                <wp:positionV relativeFrom="paragraph">
                  <wp:posOffset>1975485</wp:posOffset>
                </wp:positionV>
                <wp:extent cx="2635732" cy="359151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732" cy="359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Text Here </w:t>
                            </w: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______________                                  _____________</w:t>
                            </w:r>
                          </w:p>
                          <w:p w:rsidR="005A2377" w:rsidRPr="005A2377" w:rsidRDefault="005A2377" w:rsidP="005A2377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0pt;margin-top:155.55pt;width:207.5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TPuQIAAMA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" filled="f" stroked="f">
                <v:textbox>
                  <w:txbxContent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Text Here </w:t>
                      </w: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i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______________                                  _____________</w:t>
                      </w:r>
                    </w:p>
                    <w:p w:rsidR="005A2377" w:rsidRPr="005A2377" w:rsidRDefault="005A2377" w:rsidP="005A2377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CC58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A978C" wp14:editId="0894C176">
                <wp:simplePos x="0" y="0"/>
                <wp:positionH relativeFrom="column">
                  <wp:posOffset>2027555</wp:posOffset>
                </wp:positionH>
                <wp:positionV relativeFrom="paragraph">
                  <wp:posOffset>575310</wp:posOffset>
                </wp:positionV>
                <wp:extent cx="2899305" cy="359151"/>
                <wp:effectExtent l="0" t="0" r="0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9305" cy="359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860" w:rsidRPr="005A2377" w:rsidRDefault="005A2377" w:rsidP="00CC5860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Text Here</w:t>
                            </w:r>
                            <w:r w:rsidR="00CC5860"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CC5860" w:rsidRPr="005A2377" w:rsidRDefault="00CC5860" w:rsidP="0050360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FF31CB" w:rsidRPr="005A2377" w:rsidRDefault="00FF31CB" w:rsidP="00503607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i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AD5A53" w:rsidRPr="005A2377" w:rsidRDefault="00AD5A53" w:rsidP="00AD5A53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6F072C" w:rsidRPr="005A2377" w:rsidRDefault="006F072C" w:rsidP="00AB4ECC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1D1256" w:rsidRPr="005A2377" w:rsidRDefault="001D1256" w:rsidP="00AB4ECC">
                            <w:pPr>
                              <w:spacing w:after="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946283" w:rsidRPr="005A2377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946283" w:rsidRPr="005A2377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______________                                  _____________</w:t>
                            </w:r>
                          </w:p>
                          <w:p w:rsidR="00946283" w:rsidRPr="005A2377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A2377">
                              <w:rPr>
                                <w:rFonts w:ascii="Book Antiqua" w:hAnsi="Book Antiqua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9.65pt;margin-top:45.3pt;width:228.3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" filled="f" stroked="f">
                <v:textbox>
                  <w:txbxContent>
                    <w:p w:rsidR="00CC5860" w:rsidRPr="005A2377" w:rsidRDefault="005A2377" w:rsidP="00CC5860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Text Here</w:t>
                      </w:r>
                      <w:r w:rsidR="00CC5860"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CC5860" w:rsidRPr="005A2377" w:rsidRDefault="00CC5860" w:rsidP="0050360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  <w:p w:rsidR="00FF31CB" w:rsidRPr="005A2377" w:rsidRDefault="00FF31CB" w:rsidP="00503607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i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AD5A53" w:rsidRPr="005A2377" w:rsidRDefault="00AD5A53" w:rsidP="00AD5A53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6F072C" w:rsidRPr="005A2377" w:rsidRDefault="006F072C" w:rsidP="00AB4ECC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1D1256" w:rsidRPr="005A2377" w:rsidRDefault="001D1256" w:rsidP="00AB4ECC">
                      <w:pPr>
                        <w:spacing w:after="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946283" w:rsidRPr="005A2377" w:rsidRDefault="00946283" w:rsidP="00AB4ECC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946283" w:rsidRPr="005A2377" w:rsidRDefault="00946283" w:rsidP="00AB4ECC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______________                                  _____________</w:t>
                      </w:r>
                    </w:p>
                    <w:p w:rsidR="00946283" w:rsidRPr="005A2377" w:rsidRDefault="00946283" w:rsidP="00AB4ECC">
                      <w:pPr>
                        <w:spacing w:after="40"/>
                        <w:jc w:val="center"/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5A2377">
                        <w:rPr>
                          <w:rFonts w:ascii="Book Antiqua" w:hAnsi="Book Antiqua" w:cs="Arial"/>
                          <w:b/>
                          <w:color w:val="000000" w:themeColor="text1"/>
                          <w:sz w:val="40"/>
                          <w:szCs w:val="40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4CEAED72" wp14:editId="6BA414EA">
            <wp:extent cx="7001695" cy="5815005"/>
            <wp:effectExtent l="0" t="0" r="889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1695" cy="58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3A4" w:rsidRDefault="007813A4" w:rsidP="004C390F">
      <w:pPr>
        <w:spacing w:after="0" w:line="240" w:lineRule="auto"/>
      </w:pPr>
      <w:r>
        <w:separator/>
      </w:r>
    </w:p>
  </w:endnote>
  <w:endnote w:type="continuationSeparator" w:id="0">
    <w:p w:rsidR="007813A4" w:rsidRDefault="007813A4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3A4" w:rsidRDefault="007813A4" w:rsidP="004C390F">
      <w:pPr>
        <w:spacing w:after="0" w:line="240" w:lineRule="auto"/>
      </w:pPr>
      <w:r>
        <w:separator/>
      </w:r>
    </w:p>
  </w:footnote>
  <w:footnote w:type="continuationSeparator" w:id="0">
    <w:p w:rsidR="007813A4" w:rsidRDefault="007813A4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3348"/>
    <w:rsid w:val="00132BFB"/>
    <w:rsid w:val="001570B9"/>
    <w:rsid w:val="001944FC"/>
    <w:rsid w:val="001B7057"/>
    <w:rsid w:val="001C77F5"/>
    <w:rsid w:val="001D1256"/>
    <w:rsid w:val="001D2A5E"/>
    <w:rsid w:val="00207C52"/>
    <w:rsid w:val="00215C60"/>
    <w:rsid w:val="00230E82"/>
    <w:rsid w:val="002808CE"/>
    <w:rsid w:val="002E2D1D"/>
    <w:rsid w:val="002F581B"/>
    <w:rsid w:val="00300E38"/>
    <w:rsid w:val="0030587A"/>
    <w:rsid w:val="00340F4E"/>
    <w:rsid w:val="00363676"/>
    <w:rsid w:val="003C1D08"/>
    <w:rsid w:val="003C782F"/>
    <w:rsid w:val="003D3E2C"/>
    <w:rsid w:val="003D6346"/>
    <w:rsid w:val="00403DAB"/>
    <w:rsid w:val="00413493"/>
    <w:rsid w:val="00425FBB"/>
    <w:rsid w:val="004267CC"/>
    <w:rsid w:val="004754AD"/>
    <w:rsid w:val="0047704B"/>
    <w:rsid w:val="0048625A"/>
    <w:rsid w:val="00494DB4"/>
    <w:rsid w:val="00495AD9"/>
    <w:rsid w:val="004A6C01"/>
    <w:rsid w:val="004B2AEF"/>
    <w:rsid w:val="004C390F"/>
    <w:rsid w:val="004C6CC1"/>
    <w:rsid w:val="004F0697"/>
    <w:rsid w:val="00503607"/>
    <w:rsid w:val="00522B98"/>
    <w:rsid w:val="005A2377"/>
    <w:rsid w:val="005E0399"/>
    <w:rsid w:val="005E138B"/>
    <w:rsid w:val="0067581E"/>
    <w:rsid w:val="00686AD4"/>
    <w:rsid w:val="00697FFB"/>
    <w:rsid w:val="006A272B"/>
    <w:rsid w:val="006B6691"/>
    <w:rsid w:val="006C7277"/>
    <w:rsid w:val="006D171B"/>
    <w:rsid w:val="006D1E06"/>
    <w:rsid w:val="006D4654"/>
    <w:rsid w:val="006F072C"/>
    <w:rsid w:val="00707314"/>
    <w:rsid w:val="00717246"/>
    <w:rsid w:val="00727312"/>
    <w:rsid w:val="007813A4"/>
    <w:rsid w:val="007A5095"/>
    <w:rsid w:val="007B4CEA"/>
    <w:rsid w:val="007C5BD3"/>
    <w:rsid w:val="007F4F79"/>
    <w:rsid w:val="00824E3C"/>
    <w:rsid w:val="00860F42"/>
    <w:rsid w:val="00880C4C"/>
    <w:rsid w:val="0088236C"/>
    <w:rsid w:val="008C55B3"/>
    <w:rsid w:val="008E3317"/>
    <w:rsid w:val="008E67BF"/>
    <w:rsid w:val="008F64F3"/>
    <w:rsid w:val="0090276D"/>
    <w:rsid w:val="009430FC"/>
    <w:rsid w:val="00946283"/>
    <w:rsid w:val="00951B2D"/>
    <w:rsid w:val="00955900"/>
    <w:rsid w:val="009A1FA3"/>
    <w:rsid w:val="009B1595"/>
    <w:rsid w:val="00A003B6"/>
    <w:rsid w:val="00A007FF"/>
    <w:rsid w:val="00A32C0D"/>
    <w:rsid w:val="00A624AA"/>
    <w:rsid w:val="00A74141"/>
    <w:rsid w:val="00A93847"/>
    <w:rsid w:val="00A93EB9"/>
    <w:rsid w:val="00AB11B2"/>
    <w:rsid w:val="00AB4ECC"/>
    <w:rsid w:val="00AC5440"/>
    <w:rsid w:val="00AD2A84"/>
    <w:rsid w:val="00AD5A53"/>
    <w:rsid w:val="00AE0A76"/>
    <w:rsid w:val="00B12F66"/>
    <w:rsid w:val="00B70E5E"/>
    <w:rsid w:val="00B9014F"/>
    <w:rsid w:val="00BA379E"/>
    <w:rsid w:val="00BC03A7"/>
    <w:rsid w:val="00C214DF"/>
    <w:rsid w:val="00C815B0"/>
    <w:rsid w:val="00C8550E"/>
    <w:rsid w:val="00C960F2"/>
    <w:rsid w:val="00CA367E"/>
    <w:rsid w:val="00CC5860"/>
    <w:rsid w:val="00D13E1E"/>
    <w:rsid w:val="00D41024"/>
    <w:rsid w:val="00DC3229"/>
    <w:rsid w:val="00DC343C"/>
    <w:rsid w:val="00DD284F"/>
    <w:rsid w:val="00E37A76"/>
    <w:rsid w:val="00E5127B"/>
    <w:rsid w:val="00E64DCC"/>
    <w:rsid w:val="00E83850"/>
    <w:rsid w:val="00E92E67"/>
    <w:rsid w:val="00EE513F"/>
    <w:rsid w:val="00F35760"/>
    <w:rsid w:val="00F37F40"/>
    <w:rsid w:val="00F773A5"/>
    <w:rsid w:val="00F9226E"/>
    <w:rsid w:val="00F924C7"/>
    <w:rsid w:val="00FD5378"/>
    <w:rsid w:val="00FE7BAF"/>
    <w:rsid w:val="00FF31CB"/>
    <w:rsid w:val="00FF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50AE5-3CD3-4AB1-BB03-E14E91BB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2018-08-06T15:38:00Z</dcterms:created>
  <dcterms:modified xsi:type="dcterms:W3CDTF">2018-08-06T15:38:00Z</dcterms:modified>
</cp:coreProperties>
</file>