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C20" w:rsidRDefault="00940C20" w:rsidP="00940C20"/>
    <w:p w:rsidR="00940C20" w:rsidRDefault="00D16628">
      <w:bookmarkStart w:id="0" w:name="_GoBack"/>
      <w:bookmarkEnd w:id="0"/>
      <w:r>
        <w:rPr>
          <w:noProof/>
          <w:lang w:val="en-US" w:eastAsia="en-US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7139940</wp:posOffset>
            </wp:positionV>
            <wp:extent cx="1943100" cy="1943100"/>
            <wp:effectExtent l="0" t="0" r="0" b="0"/>
            <wp:wrapNone/>
            <wp:docPr id="16" name="Picture 11" descr="Wax_Seal_-_Red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ax_Seal_-_Red_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6454140</wp:posOffset>
                </wp:positionV>
                <wp:extent cx="1943735" cy="288290"/>
                <wp:effectExtent l="635" t="635" r="0" b="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4373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40C20" w:rsidRDefault="00940C20" w:rsidP="00940C20">
                            <w:pPr>
                              <w:pStyle w:val="msoorganizationname"/>
                              <w:widowControl w:val="0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&lt;</w:t>
                            </w:r>
                            <w:proofErr w:type="gramStart"/>
                            <w:r>
                              <w:rPr>
                                <w:lang w:val="en"/>
                              </w:rPr>
                              <w:t>enter</w:t>
                            </w:r>
                            <w:proofErr w:type="gramEnd"/>
                            <w:r>
                              <w:rPr>
                                <w:lang w:val="en"/>
                              </w:rPr>
                              <w:t xml:space="preserve"> date&gt;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36pt;margin-top:508.2pt;width:153.05pt;height:22.7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" filled="f" stroked="f" strokeweight="0" insetpen="t">
                <o:lock v:ext="edit" shapetype="t"/>
                <v:textbox inset="2.85pt,2.85pt,2.85pt,2.85pt">
                  <w:txbxContent>
                    <w:p w:rsidR="00940C20" w:rsidRDefault="00940C20" w:rsidP="00940C20">
                      <w:pPr>
                        <w:pStyle w:val="msoorganizationname"/>
                        <w:widowControl w:val="0"/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&lt;</w:t>
                      </w:r>
                      <w:proofErr w:type="gramStart"/>
                      <w:r>
                        <w:rPr>
                          <w:lang w:val="en"/>
                        </w:rPr>
                        <w:t>enter</w:t>
                      </w:r>
                      <w:proofErr w:type="gramEnd"/>
                      <w:r>
                        <w:rPr>
                          <w:lang w:val="en"/>
                        </w:rPr>
                        <w:t xml:space="preserve"> date&gt;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6797040</wp:posOffset>
                </wp:positionV>
                <wp:extent cx="1943735" cy="0"/>
                <wp:effectExtent l="10160" t="10160" r="8255" b="8890"/>
                <wp:wrapNone/>
                <wp:docPr id="1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7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1AEDB" id="Line 7" o:spid="_x0000_s1026" style="position:absolute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6pt,535.2pt" to="189.05pt,5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" strokeweight="1pt">
                <v:shadow color="#ccc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004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281940</wp:posOffset>
                </wp:positionV>
                <wp:extent cx="6515100" cy="1600200"/>
                <wp:effectExtent l="635" t="635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5151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0C20" w:rsidRPr="00940C20" w:rsidRDefault="00940C20" w:rsidP="00940C20">
                            <w:pPr>
                              <w:pStyle w:val="Title"/>
                              <w:widowControl w:val="0"/>
                              <w:spacing w:after="360"/>
                              <w:rPr>
                                <w:color w:val="000000"/>
                                <w:spacing w:val="180"/>
                                <w:lang w:val="en"/>
                              </w:rPr>
                            </w:pPr>
                            <w:r w:rsidRPr="00940C20">
                              <w:rPr>
                                <w:color w:val="000000"/>
                                <w:spacing w:val="180"/>
                                <w:lang w:val="en"/>
                              </w:rPr>
                              <w:t>Certificate</w:t>
                            </w:r>
                          </w:p>
                          <w:p w:rsidR="00940C20" w:rsidRPr="00940C20" w:rsidRDefault="00940C20" w:rsidP="00940C20">
                            <w:pPr>
                              <w:pStyle w:val="Title"/>
                              <w:widowControl w:val="0"/>
                              <w:spacing w:after="360"/>
                              <w:rPr>
                                <w:color w:val="000000"/>
                                <w:spacing w:val="180"/>
                                <w:lang w:val="en"/>
                              </w:rPr>
                            </w:pPr>
                            <w:r w:rsidRPr="00940C20">
                              <w:rPr>
                                <w:color w:val="000000"/>
                                <w:spacing w:val="180"/>
                                <w:lang w:val="en"/>
                              </w:rPr>
                              <w:t>Of</w:t>
                            </w:r>
                          </w:p>
                          <w:p w:rsidR="00940C20" w:rsidRPr="00940C20" w:rsidRDefault="00940C20" w:rsidP="00940C20">
                            <w:pPr>
                              <w:pStyle w:val="Title"/>
                              <w:widowControl w:val="0"/>
                              <w:spacing w:after="360"/>
                              <w:rPr>
                                <w:color w:val="000000"/>
                                <w:spacing w:val="180"/>
                                <w:lang w:val="en"/>
                              </w:rPr>
                            </w:pPr>
                            <w:proofErr w:type="gramStart"/>
                            <w:r w:rsidRPr="00940C20">
                              <w:rPr>
                                <w:color w:val="000000"/>
                                <w:spacing w:val="180"/>
                                <w:lang w:val="en"/>
                              </w:rPr>
                              <w:t>achievement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9pt;margin-top:22.2pt;width:513pt;height:126pt;z-index:2516500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" stroked="f" strokeweight="0" insetpen="t">
                <v:shadow color="#ccc"/>
                <o:lock v:ext="edit" shapetype="t"/>
                <v:textbox inset="2.85pt,2.85pt,2.85pt,2.85pt">
                  <w:txbxContent>
                    <w:p w:rsidR="00940C20" w:rsidRPr="00940C20" w:rsidRDefault="00940C20" w:rsidP="00940C20">
                      <w:pPr>
                        <w:pStyle w:val="Title"/>
                        <w:widowControl w:val="0"/>
                        <w:spacing w:after="360"/>
                        <w:rPr>
                          <w:color w:val="000000"/>
                          <w:spacing w:val="180"/>
                          <w:lang w:val="en"/>
                        </w:rPr>
                      </w:pPr>
                      <w:r w:rsidRPr="00940C20">
                        <w:rPr>
                          <w:color w:val="000000"/>
                          <w:spacing w:val="180"/>
                          <w:lang w:val="en"/>
                        </w:rPr>
                        <w:t>Certificate</w:t>
                      </w:r>
                    </w:p>
                    <w:p w:rsidR="00940C20" w:rsidRPr="00940C20" w:rsidRDefault="00940C20" w:rsidP="00940C20">
                      <w:pPr>
                        <w:pStyle w:val="Title"/>
                        <w:widowControl w:val="0"/>
                        <w:spacing w:after="360"/>
                        <w:rPr>
                          <w:color w:val="000000"/>
                          <w:spacing w:val="180"/>
                          <w:lang w:val="en"/>
                        </w:rPr>
                      </w:pPr>
                      <w:r w:rsidRPr="00940C20">
                        <w:rPr>
                          <w:color w:val="000000"/>
                          <w:spacing w:val="180"/>
                          <w:lang w:val="en"/>
                        </w:rPr>
                        <w:t>Of</w:t>
                      </w:r>
                    </w:p>
                    <w:p w:rsidR="00940C20" w:rsidRPr="00940C20" w:rsidRDefault="00940C20" w:rsidP="00940C20">
                      <w:pPr>
                        <w:pStyle w:val="Title"/>
                        <w:widowControl w:val="0"/>
                        <w:spacing w:after="360"/>
                        <w:rPr>
                          <w:color w:val="000000"/>
                          <w:spacing w:val="180"/>
                          <w:lang w:val="en"/>
                        </w:rPr>
                      </w:pPr>
                      <w:proofErr w:type="gramStart"/>
                      <w:r w:rsidRPr="00940C20">
                        <w:rPr>
                          <w:color w:val="000000"/>
                          <w:spacing w:val="180"/>
                          <w:lang w:val="en"/>
                        </w:rPr>
                        <w:t>achievement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7940040</wp:posOffset>
                </wp:positionV>
                <wp:extent cx="3001010" cy="267970"/>
                <wp:effectExtent l="635" t="635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00101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0C20" w:rsidRPr="007F1EC4" w:rsidRDefault="00940C20" w:rsidP="00940C20">
                            <w:pPr>
                              <w:pStyle w:val="msoaccenttext2"/>
                              <w:widowControl w:val="0"/>
                              <w:rPr>
                                <w:spacing w:val="100"/>
                                <w:lang w:val="en"/>
                              </w:rPr>
                            </w:pPr>
                            <w:proofErr w:type="gramStart"/>
                            <w:r w:rsidRPr="007F1EC4">
                              <w:rPr>
                                <w:spacing w:val="100"/>
                                <w:lang w:val="en"/>
                              </w:rPr>
                              <w:t>title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225pt;margin-top:625.2pt;width:236.3pt;height:21.1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" stroked="f" strokeweight="0" insetpen="t">
                <v:shadow color="#ccc"/>
                <o:lock v:ext="edit" shapetype="t"/>
                <v:textbox inset="2.85pt,2.85pt,2.85pt,2.85pt">
                  <w:txbxContent>
                    <w:p w:rsidR="00940C20" w:rsidRPr="007F1EC4" w:rsidRDefault="00940C20" w:rsidP="00940C20">
                      <w:pPr>
                        <w:pStyle w:val="msoaccenttext2"/>
                        <w:widowControl w:val="0"/>
                        <w:rPr>
                          <w:spacing w:val="100"/>
                          <w:lang w:val="en"/>
                        </w:rPr>
                      </w:pPr>
                      <w:proofErr w:type="gramStart"/>
                      <w:r w:rsidRPr="007F1EC4">
                        <w:rPr>
                          <w:spacing w:val="100"/>
                          <w:lang w:val="en"/>
                        </w:rPr>
                        <w:t>title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7940040</wp:posOffset>
                </wp:positionV>
                <wp:extent cx="2996565" cy="0"/>
                <wp:effectExtent l="10160" t="10160" r="12700" b="8890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65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A5989" id="Line 13" o:spid="_x0000_s1026" style="position:absolute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25pt,625.2pt" to="460.95pt,6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" strokeweight="1pt">
                <v:shadow color="#ccc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7597140</wp:posOffset>
                </wp:positionV>
                <wp:extent cx="2971800" cy="288290"/>
                <wp:effectExtent l="635" t="635" r="0" b="0"/>
                <wp:wrapNone/>
                <wp:docPr id="1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97180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40C20" w:rsidRDefault="00940C20" w:rsidP="00940C20">
                            <w:pPr>
                              <w:pStyle w:val="msoorganizationname"/>
                              <w:widowControl w:val="0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&lt;</w:t>
                            </w:r>
                            <w:proofErr w:type="gramStart"/>
                            <w:r>
                              <w:rPr>
                                <w:lang w:val="en"/>
                              </w:rPr>
                              <w:t>enter</w:t>
                            </w:r>
                            <w:proofErr w:type="gramEnd"/>
                            <w:r>
                              <w:rPr>
                                <w:lang w:val="en"/>
                              </w:rPr>
                              <w:t xml:space="preserve"> title&gt;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225pt;margin-top:598.2pt;width:234pt;height:22.7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" filled="f" stroked="f" strokeweight="0" insetpen="t">
                <o:lock v:ext="edit" shapetype="t"/>
                <v:textbox inset="2.85pt,2.85pt,2.85pt,2.85pt">
                  <w:txbxContent>
                    <w:p w:rsidR="00940C20" w:rsidRDefault="00940C20" w:rsidP="00940C20">
                      <w:pPr>
                        <w:pStyle w:val="msoorganizationname"/>
                        <w:widowControl w:val="0"/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&lt;</w:t>
                      </w:r>
                      <w:proofErr w:type="gramStart"/>
                      <w:r>
                        <w:rPr>
                          <w:lang w:val="en"/>
                        </w:rPr>
                        <w:t>enter</w:t>
                      </w:r>
                      <w:proofErr w:type="gramEnd"/>
                      <w:r>
                        <w:rPr>
                          <w:lang w:val="en"/>
                        </w:rPr>
                        <w:t xml:space="preserve"> title&gt;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6797040</wp:posOffset>
                </wp:positionV>
                <wp:extent cx="3001010" cy="267970"/>
                <wp:effectExtent l="635" t="635" r="0" b="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3001010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0C20" w:rsidRPr="007F1EC4" w:rsidRDefault="00940C20" w:rsidP="00940C20">
                            <w:pPr>
                              <w:pStyle w:val="msoaccenttext2"/>
                              <w:widowControl w:val="0"/>
                              <w:rPr>
                                <w:spacing w:val="100"/>
                                <w:lang w:val="en"/>
                              </w:rPr>
                            </w:pPr>
                            <w:r w:rsidRPr="007F1EC4">
                              <w:rPr>
                                <w:spacing w:val="100"/>
                                <w:lang w:val="en"/>
                              </w:rPr>
                              <w:t>Signature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25pt;margin-top:535.2pt;width:236.3pt;height:21.1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" stroked="f" strokeweight="0" insetpen="t">
                <v:shadow color="#ccc"/>
                <o:lock v:ext="edit" shapetype="t"/>
                <v:textbox inset="2.85pt,2.85pt,2.85pt,2.85pt">
                  <w:txbxContent>
                    <w:p w:rsidR="00940C20" w:rsidRPr="007F1EC4" w:rsidRDefault="00940C20" w:rsidP="00940C20">
                      <w:pPr>
                        <w:pStyle w:val="msoaccenttext2"/>
                        <w:widowControl w:val="0"/>
                        <w:rPr>
                          <w:spacing w:val="100"/>
                          <w:lang w:val="en"/>
                        </w:rPr>
                      </w:pPr>
                      <w:r w:rsidRPr="007F1EC4">
                        <w:rPr>
                          <w:spacing w:val="100"/>
                          <w:lang w:val="en"/>
                        </w:rPr>
                        <w:t>Signature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619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6797040</wp:posOffset>
                </wp:positionV>
                <wp:extent cx="2997200" cy="0"/>
                <wp:effectExtent l="10160" t="10160" r="12065" b="8890"/>
                <wp:wrapNone/>
                <wp:docPr id="8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972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29676" id="Line 8" o:spid="_x0000_s1026" style="position:absolute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25pt,535.2pt" to="461pt,5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" strokeweight="1pt">
                <v:shadow color="#ccc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6797040</wp:posOffset>
                </wp:positionV>
                <wp:extent cx="1943735" cy="267970"/>
                <wp:effectExtent l="635" t="635" r="0" b="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943735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40C20" w:rsidRPr="007F1EC4" w:rsidRDefault="00940C20" w:rsidP="00940C20">
                            <w:pPr>
                              <w:pStyle w:val="msoaccenttext2"/>
                              <w:widowControl w:val="0"/>
                              <w:rPr>
                                <w:spacing w:val="100"/>
                                <w:lang w:val="en"/>
                              </w:rPr>
                            </w:pPr>
                            <w:r w:rsidRPr="007F1EC4">
                              <w:rPr>
                                <w:spacing w:val="100"/>
                                <w:lang w:val="en"/>
                              </w:rPr>
                              <w:t>Date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45pt;margin-top:535.2pt;width:153.05pt;height:21.1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" stroked="f" strokeweight="0" insetpen="t">
                <v:shadow color="#ccc"/>
                <o:lock v:ext="edit" shapetype="t"/>
                <v:textbox inset="2.85pt,2.85pt,2.85pt,2.85pt">
                  <w:txbxContent>
                    <w:p w:rsidR="00940C20" w:rsidRPr="007F1EC4" w:rsidRDefault="00940C20" w:rsidP="00940C20">
                      <w:pPr>
                        <w:pStyle w:val="msoaccenttext2"/>
                        <w:widowControl w:val="0"/>
                        <w:rPr>
                          <w:spacing w:val="100"/>
                          <w:lang w:val="en"/>
                        </w:rPr>
                      </w:pPr>
                      <w:r w:rsidRPr="007F1EC4">
                        <w:rPr>
                          <w:spacing w:val="100"/>
                          <w:lang w:val="en"/>
                        </w:rPr>
                        <w:t>Date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2567940</wp:posOffset>
                </wp:positionV>
                <wp:extent cx="5400040" cy="288290"/>
                <wp:effectExtent l="635" t="635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40004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40C20" w:rsidRPr="007F1EC4" w:rsidRDefault="00940C20" w:rsidP="00940C20">
                            <w:pPr>
                              <w:pStyle w:val="BodyText3"/>
                              <w:widowControl w:val="0"/>
                              <w:rPr>
                                <w:color w:val="000000"/>
                                <w:spacing w:val="100"/>
                                <w:lang w:val="en"/>
                              </w:rPr>
                            </w:pPr>
                            <w:r w:rsidRPr="007F1EC4">
                              <w:rPr>
                                <w:color w:val="000000"/>
                                <w:spacing w:val="100"/>
                                <w:lang w:val="en"/>
                              </w:rPr>
                              <w:t>This certificate is awarded to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2" type="#_x0000_t202" style="position:absolute;margin-left:27pt;margin-top:202.2pt;width:425.2pt;height:22.7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" filled="f" stroked="f" strokeweight="0" insetpen="t">
                <o:lock v:ext="edit" shapetype="t"/>
                <v:textbox inset="2.85pt,2.85pt,2.85pt,2.85pt">
                  <w:txbxContent>
                    <w:p w:rsidR="00940C20" w:rsidRPr="007F1EC4" w:rsidRDefault="00940C20" w:rsidP="00940C20">
                      <w:pPr>
                        <w:pStyle w:val="BodyText3"/>
                        <w:widowControl w:val="0"/>
                        <w:rPr>
                          <w:color w:val="000000"/>
                          <w:spacing w:val="100"/>
                          <w:lang w:val="en"/>
                        </w:rPr>
                      </w:pPr>
                      <w:r w:rsidRPr="007F1EC4">
                        <w:rPr>
                          <w:color w:val="000000"/>
                          <w:spacing w:val="100"/>
                          <w:lang w:val="en"/>
                        </w:rPr>
                        <w:t>This certificate is awarded 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3368040</wp:posOffset>
                </wp:positionV>
                <wp:extent cx="5400040" cy="387350"/>
                <wp:effectExtent l="635" t="635" r="0" b="254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40004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40C20" w:rsidRDefault="00940C20" w:rsidP="00940C20">
                            <w:pPr>
                              <w:pStyle w:val="Heading4"/>
                              <w:widowControl w:val="0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&lt;Enter Name of Recipient&gt;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27pt;margin-top:265.2pt;width:425.2pt;height:30.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" filled="f" stroked="f" strokeweight="0" insetpen="t">
                <o:lock v:ext="edit" shapetype="t"/>
                <v:textbox inset="2.85pt,2.85pt,2.85pt,2.85pt">
                  <w:txbxContent>
                    <w:p w:rsidR="00940C20" w:rsidRDefault="00940C20" w:rsidP="00940C20">
                      <w:pPr>
                        <w:pStyle w:val="Heading4"/>
                        <w:widowControl w:val="0"/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&lt;Enter Name of Recipient&gt;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3825240</wp:posOffset>
                </wp:positionV>
                <wp:extent cx="5400040" cy="0"/>
                <wp:effectExtent l="10160" t="10160" r="9525" b="889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F2A0AD" id="Line 10" o:spid="_x0000_s1026" style="position:absolute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27pt,301.2pt" to="452.2pt,30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" strokeweight="1pt">
                <v:shadow color="#ccc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4396740</wp:posOffset>
                </wp:positionV>
                <wp:extent cx="5400040" cy="276225"/>
                <wp:effectExtent l="635" t="635" r="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40004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40C20" w:rsidRPr="007F1EC4" w:rsidRDefault="00940C20" w:rsidP="00940C20">
                            <w:pPr>
                              <w:pStyle w:val="BodyText3"/>
                              <w:widowControl w:val="0"/>
                              <w:rPr>
                                <w:color w:val="000000"/>
                                <w:spacing w:val="100"/>
                                <w:lang w:val="en"/>
                              </w:rPr>
                            </w:pPr>
                            <w:r w:rsidRPr="007F1EC4">
                              <w:rPr>
                                <w:color w:val="000000"/>
                                <w:spacing w:val="100"/>
                                <w:lang w:val="en"/>
                              </w:rPr>
                              <w:t>In recognition of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margin-left:36pt;margin-top:346.2pt;width:425.2pt;height:21.75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" filled="f" stroked="f" strokeweight="0" insetpen="t">
                <o:lock v:ext="edit" shapetype="t"/>
                <v:textbox inset="2.85pt,2.85pt,2.85pt,2.85pt">
                  <w:txbxContent>
                    <w:p w:rsidR="00940C20" w:rsidRPr="007F1EC4" w:rsidRDefault="00940C20" w:rsidP="00940C20">
                      <w:pPr>
                        <w:pStyle w:val="BodyText3"/>
                        <w:widowControl w:val="0"/>
                        <w:rPr>
                          <w:color w:val="000000"/>
                          <w:spacing w:val="100"/>
                          <w:lang w:val="en"/>
                        </w:rPr>
                      </w:pPr>
                      <w:r w:rsidRPr="007F1EC4">
                        <w:rPr>
                          <w:color w:val="000000"/>
                          <w:spacing w:val="100"/>
                          <w:lang w:val="en"/>
                        </w:rPr>
                        <w:t>In recognition of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5082540</wp:posOffset>
                </wp:positionV>
                <wp:extent cx="5400040" cy="288290"/>
                <wp:effectExtent l="635" t="635" r="0" b="0"/>
                <wp:wrapNone/>
                <wp:docPr id="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40004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40C20" w:rsidRDefault="00940C20" w:rsidP="00940C20">
                            <w:pPr>
                              <w:pStyle w:val="msoorganizationname"/>
                              <w:widowControl w:val="0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>&lt;</w:t>
                            </w:r>
                            <w:proofErr w:type="gramStart"/>
                            <w:r>
                              <w:rPr>
                                <w:lang w:val="en"/>
                              </w:rPr>
                              <w:t>enter</w:t>
                            </w:r>
                            <w:proofErr w:type="gramEnd"/>
                            <w:r>
                              <w:rPr>
                                <w:lang w:val="en"/>
                              </w:rPr>
                              <w:t xml:space="preserve"> comments&gt;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5" type="#_x0000_t202" style="position:absolute;margin-left:36pt;margin-top:400.2pt;width:425.2pt;height:22.7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" filled="f" stroked="f" strokeweight="0" insetpen="t">
                <o:lock v:ext="edit" shapetype="t"/>
                <v:textbox inset="2.85pt,2.85pt,2.85pt,2.85pt">
                  <w:txbxContent>
                    <w:p w:rsidR="00940C20" w:rsidRDefault="00940C20" w:rsidP="00940C20">
                      <w:pPr>
                        <w:pStyle w:val="msoorganizationname"/>
                        <w:widowControl w:val="0"/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&lt;</w:t>
                      </w:r>
                      <w:proofErr w:type="gramStart"/>
                      <w:r>
                        <w:rPr>
                          <w:lang w:val="en"/>
                        </w:rPr>
                        <w:t>enter</w:t>
                      </w:r>
                      <w:proofErr w:type="gramEnd"/>
                      <w:r>
                        <w:rPr>
                          <w:lang w:val="en"/>
                        </w:rPr>
                        <w:t xml:space="preserve"> comments&gt;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5425440</wp:posOffset>
                </wp:positionV>
                <wp:extent cx="5400040" cy="0"/>
                <wp:effectExtent l="10160" t="10160" r="9525" b="889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0004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BC8C0A" id="Line 9" o:spid="_x0000_s1026" style="position:absolute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36pt,427.2pt" to="461.2pt,4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" strokeweight="1pt">
                <v:shadow color="#ccc"/>
              </v:line>
            </w:pict>
          </mc:Fallback>
        </mc:AlternateContent>
      </w:r>
    </w:p>
    <w:sectPr w:rsidR="00940C20" w:rsidSect="00940C20">
      <w:pgSz w:w="11906" w:h="16838"/>
      <w:pgMar w:top="1021" w:right="1021" w:bottom="1021" w:left="1021" w:header="709" w:footer="709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628"/>
    <w:rsid w:val="00576AB0"/>
    <w:rsid w:val="00940C20"/>
    <w:rsid w:val="00D1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3A0B9B-66F3-42BD-99BA-7725B0E92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C20"/>
    <w:rPr>
      <w:sz w:val="24"/>
      <w:szCs w:val="24"/>
      <w:lang w:val="en-GB" w:eastAsia="en-GB"/>
    </w:rPr>
  </w:style>
  <w:style w:type="paragraph" w:styleId="Heading4">
    <w:name w:val="heading 4"/>
    <w:qFormat/>
    <w:rsid w:val="00940C20"/>
    <w:pPr>
      <w:jc w:val="center"/>
      <w:outlineLvl w:val="3"/>
    </w:pPr>
    <w:rPr>
      <w:rFonts w:ascii="Script MT Bold" w:hAnsi="Script MT Bold"/>
      <w:b/>
      <w:bCs/>
      <w:i/>
      <w:iCs/>
      <w:color w:val="000000"/>
      <w:kern w:val="28"/>
      <w:sz w:val="36"/>
      <w:szCs w:val="36"/>
      <w:lang w:val="en-GB" w:eastAsia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qFormat/>
    <w:rsid w:val="00940C20"/>
    <w:pPr>
      <w:jc w:val="center"/>
    </w:pPr>
    <w:rPr>
      <w:rFonts w:ascii="Copperplate Gothic Bold" w:hAnsi="Copperplate Gothic Bold"/>
      <w:b/>
      <w:bCs/>
      <w:color w:val="000066"/>
      <w:kern w:val="28"/>
      <w:sz w:val="43"/>
      <w:szCs w:val="43"/>
      <w:lang w:val="en-GB" w:eastAsia="en-GB"/>
    </w:rPr>
  </w:style>
  <w:style w:type="paragraph" w:customStyle="1" w:styleId="msoaccenttext2">
    <w:name w:val="msoaccenttext2"/>
    <w:rsid w:val="00940C20"/>
    <w:pPr>
      <w:jc w:val="center"/>
    </w:pPr>
    <w:rPr>
      <w:rFonts w:ascii="Copperplate Gothic Bold" w:hAnsi="Copperplate Gothic Bold"/>
      <w:b/>
      <w:bCs/>
      <w:color w:val="000000"/>
      <w:kern w:val="28"/>
      <w:sz w:val="17"/>
      <w:szCs w:val="17"/>
      <w:lang w:val="en-GB" w:eastAsia="en-GB"/>
    </w:rPr>
  </w:style>
  <w:style w:type="paragraph" w:styleId="BodyText3">
    <w:name w:val="Body Text 3"/>
    <w:rsid w:val="00940C20"/>
    <w:pPr>
      <w:jc w:val="center"/>
    </w:pPr>
    <w:rPr>
      <w:rFonts w:ascii="Copperplate Gothic Bold" w:hAnsi="Copperplate Gothic Bold"/>
      <w:b/>
      <w:bCs/>
      <w:color w:val="FFFFFF"/>
      <w:kern w:val="28"/>
      <w:sz w:val="22"/>
      <w:szCs w:val="22"/>
      <w:lang w:val="en-GB" w:eastAsia="en-GB"/>
    </w:rPr>
  </w:style>
  <w:style w:type="paragraph" w:customStyle="1" w:styleId="msoorganizationname">
    <w:name w:val="msoorganizationname"/>
    <w:rsid w:val="00940C20"/>
    <w:pPr>
      <w:jc w:val="center"/>
    </w:pPr>
    <w:rPr>
      <w:rFonts w:ascii="Script MT Bold" w:hAnsi="Script MT Bold"/>
      <w:b/>
      <w:bCs/>
      <w:i/>
      <w:iCs/>
      <w:color w:val="000000"/>
      <w:kern w:val="28"/>
      <w:sz w:val="28"/>
      <w:szCs w:val="28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Rar$DIa0.519\CAC_WORD_102-Certificate_of_Achievement_F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CAC_WORD_102-Certificate_of_Achievement_Formal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Achievement - Formal</vt:lpstr>
    </vt:vector>
  </TitlesOfParts>
  <Company>class-templates</Company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Achievement - Formal</dc:title>
  <dc:subject>Award Certificates</dc:subject>
  <dc:creator>user</dc:creator>
  <cp:keywords>certificate of achievement</cp:keywords>
  <dc:description>www.class-templates.com</dc:description>
  <cp:lastModifiedBy>user</cp:lastModifiedBy>
  <cp:revision>1</cp:revision>
  <dcterms:created xsi:type="dcterms:W3CDTF">2017-06-01T07:19:00Z</dcterms:created>
  <dcterms:modified xsi:type="dcterms:W3CDTF">2017-06-01T07:19:00Z</dcterms:modified>
  <cp:category>Award Certificates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CAC_WORD_102</vt:lpwstr>
  </property>
</Properties>
</file>